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C8" w:rsidRPr="0096322F" w:rsidRDefault="00347FC8" w:rsidP="00AE2516">
      <w:pPr>
        <w:pStyle w:val="Header"/>
        <w:tabs>
          <w:tab w:val="clear" w:pos="9072"/>
        </w:tabs>
        <w:ind w:right="448"/>
        <w:jc w:val="center"/>
        <w:rPr>
          <w:b/>
          <w:caps/>
          <w:sz w:val="28"/>
          <w:szCs w:val="28"/>
        </w:rPr>
      </w:pPr>
      <w:r w:rsidRPr="0096322F">
        <w:rPr>
          <w:b/>
          <w:caps/>
          <w:sz w:val="28"/>
          <w:szCs w:val="28"/>
        </w:rPr>
        <w:t>есенен турнир по информатика</w:t>
      </w:r>
    </w:p>
    <w:p w:rsidR="00347FC8" w:rsidRPr="0096322F" w:rsidRDefault="00F931E7" w:rsidP="006C3581">
      <w:pPr>
        <w:pStyle w:val="Header"/>
        <w:jc w:val="center"/>
        <w:rPr>
          <w:b/>
          <w:sz w:val="28"/>
          <w:szCs w:val="28"/>
        </w:rPr>
      </w:pPr>
      <w:r w:rsidRPr="0096322F">
        <w:rPr>
          <w:b/>
          <w:sz w:val="28"/>
          <w:szCs w:val="28"/>
        </w:rPr>
        <w:t>София, 2</w:t>
      </w:r>
      <w:r w:rsidR="006F6AC4" w:rsidRPr="0096322F">
        <w:rPr>
          <w:b/>
          <w:sz w:val="28"/>
          <w:szCs w:val="28"/>
          <w:lang w:val="en-US"/>
        </w:rPr>
        <w:t>1</w:t>
      </w:r>
      <w:r w:rsidRPr="0096322F">
        <w:rPr>
          <w:b/>
          <w:sz w:val="28"/>
          <w:szCs w:val="28"/>
        </w:rPr>
        <w:t>-2</w:t>
      </w:r>
      <w:r w:rsidR="006F6AC4" w:rsidRPr="0096322F">
        <w:rPr>
          <w:b/>
          <w:sz w:val="28"/>
          <w:szCs w:val="28"/>
          <w:lang w:val="en-US"/>
        </w:rPr>
        <w:t>3</w:t>
      </w:r>
      <w:r w:rsidR="00347FC8" w:rsidRPr="0096322F">
        <w:rPr>
          <w:b/>
          <w:sz w:val="28"/>
          <w:szCs w:val="28"/>
        </w:rPr>
        <w:t xml:space="preserve"> ноември 20</w:t>
      </w:r>
      <w:r w:rsidR="00347FC8" w:rsidRPr="0096322F">
        <w:rPr>
          <w:b/>
          <w:sz w:val="28"/>
          <w:szCs w:val="28"/>
          <w:lang w:val="en-US"/>
        </w:rPr>
        <w:t>2</w:t>
      </w:r>
      <w:r w:rsidR="006F6AC4" w:rsidRPr="0096322F">
        <w:rPr>
          <w:b/>
          <w:sz w:val="28"/>
          <w:szCs w:val="28"/>
          <w:lang w:val="en-US"/>
        </w:rPr>
        <w:t>5</w:t>
      </w:r>
      <w:r w:rsidR="00347FC8" w:rsidRPr="0096322F">
        <w:rPr>
          <w:b/>
          <w:sz w:val="28"/>
          <w:szCs w:val="28"/>
        </w:rPr>
        <w:t xml:space="preserve"> г.</w:t>
      </w:r>
    </w:p>
    <w:p w:rsidR="00347FC8" w:rsidRPr="0096322F" w:rsidRDefault="00347FC8" w:rsidP="00C9088E">
      <w:pPr>
        <w:jc w:val="center"/>
      </w:pPr>
      <w:r w:rsidRPr="0096322F">
        <w:rPr>
          <w:b/>
          <w:sz w:val="28"/>
          <w:szCs w:val="28"/>
        </w:rPr>
        <w:t xml:space="preserve">Група </w:t>
      </w:r>
      <w:r w:rsidRPr="0096322F">
        <w:rPr>
          <w:b/>
          <w:sz w:val="28"/>
          <w:szCs w:val="28"/>
          <w:lang w:val="en-US"/>
        </w:rPr>
        <w:t>E</w:t>
      </w:r>
      <w:r w:rsidRPr="0096322F">
        <w:rPr>
          <w:b/>
          <w:sz w:val="28"/>
          <w:szCs w:val="28"/>
        </w:rPr>
        <w:t xml:space="preserve">, </w:t>
      </w:r>
      <w:r w:rsidRPr="0096322F">
        <w:rPr>
          <w:b/>
          <w:sz w:val="28"/>
          <w:szCs w:val="28"/>
          <w:lang w:val="en-US"/>
        </w:rPr>
        <w:t>4-5</w:t>
      </w:r>
      <w:r w:rsidRPr="0096322F">
        <w:rPr>
          <w:b/>
          <w:sz w:val="28"/>
          <w:szCs w:val="28"/>
          <w:lang w:val="ru-RU"/>
        </w:rPr>
        <w:t xml:space="preserve"> клас</w:t>
      </w:r>
    </w:p>
    <w:p w:rsidR="00565507" w:rsidRPr="00347FC8" w:rsidRDefault="00C9088E" w:rsidP="00347FC8">
      <w:pPr>
        <w:pStyle w:val="a"/>
        <w:rPr>
          <w:b w:val="0"/>
        </w:rPr>
      </w:pPr>
      <w:r w:rsidRPr="00C9088E">
        <w:rPr>
          <w:noProof/>
          <w:lang w:val="en-US" w:eastAsia="en-US"/>
        </w:rPr>
        <w:t>ЗАДАЧА E</w:t>
      </w:r>
      <w:r w:rsidR="006F6AC4">
        <w:rPr>
          <w:noProof/>
          <w:lang w:val="en-US" w:eastAsia="en-US"/>
        </w:rPr>
        <w:t>1</w:t>
      </w:r>
      <w:r w:rsidRPr="00C9088E">
        <w:rPr>
          <w:noProof/>
          <w:lang w:val="en-US" w:eastAsia="en-US"/>
        </w:rPr>
        <w:t xml:space="preserve">. </w:t>
      </w:r>
      <w:r w:rsidR="006F6AC4">
        <w:rPr>
          <w:noProof/>
          <w:lang w:eastAsia="en-US"/>
        </w:rPr>
        <w:t>Венко, ценко и Денка</w:t>
      </w:r>
      <w:r w:rsidR="00347FC8">
        <w:rPr>
          <w:noProof/>
          <w:lang w:val="en-US" w:eastAsia="en-US"/>
        </w:rPr>
        <w:tab/>
      </w:r>
      <w:r w:rsidR="00347FC8">
        <w:rPr>
          <w:noProof/>
          <w:sz w:val="28"/>
          <w:lang w:val="en-US" w:eastAsia="en-US"/>
        </w:rPr>
        <w:drawing>
          <wp:inline distT="0" distB="0" distL="0" distR="0">
            <wp:extent cx="191770" cy="188570"/>
            <wp:effectExtent l="0" t="0" r="0" b="254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18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7FC8" w:rsidRPr="00347FC8">
        <w:rPr>
          <w:b w:val="0"/>
          <w:noProof/>
          <w:lang w:eastAsia="en-US"/>
        </w:rPr>
        <w:t xml:space="preserve"> </w:t>
      </w:r>
      <w:r w:rsidR="00347FC8" w:rsidRPr="00347FC8">
        <w:rPr>
          <w:b w:val="0"/>
          <w:lang w:val="en-US"/>
        </w:rPr>
        <w:t>0</w:t>
      </w:r>
      <w:r w:rsidR="00C212B5">
        <w:rPr>
          <w:b w:val="0"/>
        </w:rPr>
        <w:t>,</w:t>
      </w:r>
      <w:r w:rsidR="008B7DE0">
        <w:rPr>
          <w:b w:val="0"/>
        </w:rPr>
        <w:t>2</w:t>
      </w:r>
      <w:r w:rsidR="00347FC8" w:rsidRPr="00347FC8">
        <w:rPr>
          <w:b w:val="0"/>
          <w:lang w:val="en-US"/>
        </w:rPr>
        <w:t xml:space="preserve"> </w:t>
      </w:r>
      <w:r w:rsidR="00C212B5" w:rsidRPr="00C212B5">
        <w:rPr>
          <w:b w:val="0"/>
          <w:caps w:val="0"/>
        </w:rPr>
        <w:t>сек</w:t>
      </w:r>
      <w:r w:rsidR="00C212B5">
        <w:rPr>
          <w:b w:val="0"/>
        </w:rPr>
        <w:t>.</w:t>
      </w:r>
      <w:r w:rsidR="00347FC8" w:rsidRPr="00347FC8">
        <w:rPr>
          <w:b w:val="0"/>
        </w:rPr>
        <w:t xml:space="preserve">    </w:t>
      </w:r>
      <w:r w:rsidR="00347FC8" w:rsidRPr="00347FC8">
        <w:rPr>
          <w:b w:val="0"/>
          <w:noProof/>
          <w:sz w:val="28"/>
          <w:lang w:val="en-US" w:eastAsia="en-US"/>
        </w:rPr>
        <w:drawing>
          <wp:inline distT="0" distB="0" distL="0" distR="0">
            <wp:extent cx="191770" cy="188570"/>
            <wp:effectExtent l="0" t="0" r="0" b="254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18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7FC8" w:rsidRPr="00347FC8">
        <w:rPr>
          <w:b w:val="0"/>
        </w:rPr>
        <w:t xml:space="preserve"> </w:t>
      </w:r>
      <w:r w:rsidR="008B7DE0">
        <w:rPr>
          <w:b w:val="0"/>
        </w:rPr>
        <w:t>1</w:t>
      </w:r>
      <w:bookmarkStart w:id="0" w:name="_GoBack"/>
      <w:bookmarkEnd w:id="0"/>
      <w:r w:rsidR="00347FC8" w:rsidRPr="00347FC8">
        <w:rPr>
          <w:b w:val="0"/>
          <w:lang w:val="en-US"/>
        </w:rPr>
        <w:t xml:space="preserve"> MB</w:t>
      </w:r>
    </w:p>
    <w:p w:rsidR="00C9088E" w:rsidRPr="00C26E85" w:rsidRDefault="006F6AC4" w:rsidP="00C26E85">
      <w:pPr>
        <w:pStyle w:val="a1"/>
      </w:pPr>
      <w:r>
        <w:t>В петък след</w:t>
      </w:r>
      <w:r w:rsidR="004A14C0">
        <w:t xml:space="preserve"> училище</w:t>
      </w:r>
      <w:r>
        <w:t xml:space="preserve"> Венко, Ценко и Денка бързат да решат задачите от домашното по математика, за да се вкл</w:t>
      </w:r>
      <w:r w:rsidR="007418A3">
        <w:t>ючат след това в платформата с в</w:t>
      </w:r>
      <w:r>
        <w:t>идеоигри, където ще громят лошите</w:t>
      </w:r>
      <w:r w:rsidR="00C26E85" w:rsidRPr="00C26E85">
        <w:t>.</w:t>
      </w:r>
      <w:r w:rsidR="007418A3">
        <w:t xml:space="preserve"> Всеки от тях започва решаването в някакъв момент време, решава някакъв брой задачи</w:t>
      </w:r>
      <w:r w:rsidR="00DC06AD">
        <w:t>, след което си дава 10 минути почивка, преди да се присъедини към видеоплатформата. Видеоиграта започва когато и последният от тях се присъедини към платформата.</w:t>
      </w:r>
    </w:p>
    <w:p w:rsidR="00C9088E" w:rsidRPr="00C26E85" w:rsidRDefault="00E31E0A" w:rsidP="00C9088E">
      <w:pPr>
        <w:pStyle w:val="a1"/>
        <w:rPr>
          <w:lang w:val="en-US"/>
        </w:rPr>
      </w:pPr>
      <w:r w:rsidRPr="00E31E0A">
        <w:t xml:space="preserve">Напишете програма </w:t>
      </w:r>
      <w:r w:rsidRPr="00E31E0A">
        <w:rPr>
          <w:rFonts w:ascii="Courier New" w:hAnsi="Courier New" w:cs="Courier New"/>
          <w:b/>
        </w:rPr>
        <w:t>VCD</w:t>
      </w:r>
      <w:r w:rsidRPr="00E31E0A">
        <w:t>, която определя кога ще започне видеоиграта, ако знаете кога започват да пишат домашните си тримата, по колко задачи решават в домашното и колко време отнема решаването на всяка една от задачите.</w:t>
      </w:r>
      <w:r w:rsidR="001A5FD1">
        <w:t>.</w:t>
      </w:r>
    </w:p>
    <w:p w:rsidR="00DD463D" w:rsidRDefault="001A5FD1" w:rsidP="006F6F2C">
      <w:pPr>
        <w:pStyle w:val="a0"/>
      </w:pPr>
      <w:r>
        <w:t>Вход</w:t>
      </w:r>
    </w:p>
    <w:p w:rsidR="00E31E0A" w:rsidRDefault="00E31E0A" w:rsidP="00E31E0A">
      <w:pPr>
        <w:pStyle w:val="a1"/>
      </w:pPr>
      <w:r>
        <w:t>За всеки от тримата приятели от отделен ред на входа се четат по шест цели числа – данни за домашното му:</w:t>
      </w:r>
    </w:p>
    <w:p w:rsidR="001A5FD1" w:rsidRDefault="001A5FD1" w:rsidP="00E31E0A">
      <w:pPr>
        <w:pStyle w:val="a1"/>
        <w:numPr>
          <w:ilvl w:val="0"/>
          <w:numId w:val="2"/>
        </w:numPr>
      </w:pPr>
      <w:r>
        <w:t>Първите три числа</w:t>
      </w:r>
      <w:r w:rsidR="00C35ABB">
        <w:t xml:space="preserve"> </w:t>
      </w:r>
      <w:r w:rsidR="00E31E0A" w:rsidRPr="00E31E0A">
        <w:rPr>
          <w:rFonts w:ascii="Cambria Math" w:hAnsi="Cambria Math"/>
        </w:rPr>
        <w:t>ℎ</w:t>
      </w:r>
      <w:r w:rsidR="00E31E0A" w:rsidRPr="00E31E0A">
        <w:t xml:space="preserve">, </w:t>
      </w:r>
      <w:r w:rsidR="00E31E0A" w:rsidRPr="00E31E0A">
        <w:rPr>
          <w:rFonts w:ascii="Cambria Math" w:hAnsi="Cambria Math" w:cs="Cambria Math"/>
        </w:rPr>
        <w:t>𝑚</w:t>
      </w:r>
      <w:r w:rsidR="00E31E0A" w:rsidRPr="00E31E0A">
        <w:t xml:space="preserve">, </w:t>
      </w:r>
      <w:r w:rsidR="00E31E0A" w:rsidRPr="00E31E0A">
        <w:rPr>
          <w:rFonts w:ascii="Cambria Math" w:hAnsi="Cambria Math" w:cs="Cambria Math"/>
        </w:rPr>
        <w:t>𝑠</w:t>
      </w:r>
      <w:r w:rsidR="00E31E0A" w:rsidRPr="00E31E0A">
        <w:t xml:space="preserve"> </w:t>
      </w:r>
      <w:r w:rsidR="00C35ABB" w:rsidRPr="00E31E0A">
        <w:t>о</w:t>
      </w:r>
      <w:r w:rsidR="00C35ABB">
        <w:t>т шестте</w:t>
      </w:r>
      <w:r>
        <w:t xml:space="preserve"> са часът, минутата и секундата, когато </w:t>
      </w:r>
      <w:r w:rsidR="00C35ABB">
        <w:t xml:space="preserve">поредният от приятелите </w:t>
      </w:r>
      <w:r>
        <w:t xml:space="preserve">започва решаването на </w:t>
      </w:r>
      <w:r w:rsidR="00C35ABB">
        <w:t>своето домашно</w:t>
      </w:r>
      <w:r>
        <w:t>;</w:t>
      </w:r>
    </w:p>
    <w:p w:rsidR="001A5FD1" w:rsidRDefault="001A5FD1" w:rsidP="001A5FD1">
      <w:pPr>
        <w:pStyle w:val="a1"/>
        <w:numPr>
          <w:ilvl w:val="0"/>
          <w:numId w:val="2"/>
        </w:numPr>
      </w:pPr>
      <w:r>
        <w:t xml:space="preserve">Четвъртото число </w:t>
      </w:r>
      <w:r w:rsidR="00E31E0A" w:rsidRPr="00E31E0A">
        <w:rPr>
          <w:rFonts w:ascii="Cambria Math" w:hAnsi="Cambria Math" w:cs="Cambria Math"/>
          <w:i/>
          <w:lang w:val="en-US"/>
        </w:rPr>
        <w:t>c</w:t>
      </w:r>
      <w:r w:rsidR="00E31E0A">
        <w:t xml:space="preserve"> </w:t>
      </w:r>
      <w:r w:rsidR="00C35ABB">
        <w:t xml:space="preserve">от шестте </w:t>
      </w:r>
      <w:r>
        <w:t>е броят на задачите в домашното</w:t>
      </w:r>
      <w:r w:rsidR="00C35ABB">
        <w:t xml:space="preserve"> му</w:t>
      </w:r>
      <w:r>
        <w:t>;</w:t>
      </w:r>
    </w:p>
    <w:p w:rsidR="001A5FD1" w:rsidRDefault="001A5FD1" w:rsidP="001A5FD1">
      <w:pPr>
        <w:pStyle w:val="a1"/>
        <w:numPr>
          <w:ilvl w:val="0"/>
          <w:numId w:val="2"/>
        </w:numPr>
      </w:pPr>
      <w:r>
        <w:t xml:space="preserve">Петото и шестото число </w:t>
      </w:r>
      <w:r w:rsidR="00E31E0A" w:rsidRPr="00E31E0A">
        <w:rPr>
          <w:rFonts w:ascii="Cambria Math" w:hAnsi="Cambria Math" w:cs="Cambria Math"/>
        </w:rPr>
        <w:t>𝑚𝑚</w:t>
      </w:r>
      <w:r w:rsidR="00E31E0A">
        <w:rPr>
          <w:lang w:val="en-US"/>
        </w:rPr>
        <w:t xml:space="preserve"> </w:t>
      </w:r>
      <w:r w:rsidR="00E31E0A">
        <w:t>и</w:t>
      </w:r>
      <w:r w:rsidR="00E31E0A" w:rsidRPr="00E31E0A">
        <w:t xml:space="preserve"> </w:t>
      </w:r>
      <w:r w:rsidR="00E31E0A" w:rsidRPr="00E31E0A">
        <w:rPr>
          <w:rFonts w:ascii="Cambria Math" w:hAnsi="Cambria Math" w:cs="Cambria Math"/>
        </w:rPr>
        <w:t>𝑠𝑠</w:t>
      </w:r>
      <w:r w:rsidR="00E31E0A">
        <w:rPr>
          <w:lang w:val="en-US"/>
        </w:rPr>
        <w:t xml:space="preserve"> </w:t>
      </w:r>
      <w:r>
        <w:t xml:space="preserve">са минутите и секундите за решаване на всяка задача от домашното </w:t>
      </w:r>
      <w:r w:rsidR="00C35ABB">
        <w:t xml:space="preserve">му </w:t>
      </w:r>
      <w:r>
        <w:t>(Задачите са еднотипни и се решавата за едно и също време).</w:t>
      </w:r>
    </w:p>
    <w:p w:rsidR="00C9088E" w:rsidRPr="00C9088E" w:rsidRDefault="00C9088E" w:rsidP="006F6F2C">
      <w:pPr>
        <w:pStyle w:val="a0"/>
      </w:pPr>
      <w:r>
        <w:t>Изход</w:t>
      </w:r>
    </w:p>
    <w:p w:rsidR="00C9088E" w:rsidRDefault="00E31E0A" w:rsidP="00C9088E">
      <w:pPr>
        <w:pStyle w:val="a1"/>
      </w:pPr>
      <w:r w:rsidRPr="00E31E0A">
        <w:t>На първия ред на стандартния изход програмата трябва да изведе три цели числа, разделени с по един интервал – часа, минутата и секундата, когато тримата започват видеоиграта.</w:t>
      </w:r>
    </w:p>
    <w:p w:rsidR="00C35ABB" w:rsidRDefault="00C35ABB" w:rsidP="00C9088E">
      <w:pPr>
        <w:pStyle w:val="a1"/>
      </w:pPr>
      <w:r w:rsidRPr="00C35ABB">
        <w:rPr>
          <w:b/>
        </w:rPr>
        <w:t>Важно</w:t>
      </w:r>
      <w:r>
        <w:t>: Полунощ да се извежда като 0 0 0, а не като 24 0 0</w:t>
      </w:r>
      <w:r w:rsidR="000B4810">
        <w:t>.</w:t>
      </w:r>
    </w:p>
    <w:p w:rsidR="00C26E85" w:rsidRDefault="00C26E85" w:rsidP="006F6F2C">
      <w:pPr>
        <w:pStyle w:val="a0"/>
      </w:pPr>
      <w:r>
        <w:t>Ограничения</w:t>
      </w:r>
    </w:p>
    <w:p w:rsidR="00C26E85" w:rsidRDefault="00C26E85" w:rsidP="00C26E85">
      <w:pPr>
        <w:pStyle w:val="a1"/>
      </w:pPr>
      <w:r>
        <w:t xml:space="preserve">0 </w:t>
      </w:r>
      <w:r w:rsidR="005C5F9F">
        <w:t>≤</w:t>
      </w:r>
      <w:r>
        <w:t xml:space="preserve"> </w:t>
      </w:r>
      <w:r w:rsidR="00E31E0A" w:rsidRPr="00E31E0A">
        <w:rPr>
          <w:rFonts w:ascii="Cambria Math" w:hAnsi="Cambria Math"/>
        </w:rPr>
        <w:t>ℎ</w:t>
      </w:r>
      <w:r w:rsidR="00E31E0A">
        <w:t xml:space="preserve"> </w:t>
      </w:r>
      <w:r>
        <w:t xml:space="preserve"> </w:t>
      </w:r>
      <w:r w:rsidR="005C5F9F">
        <w:t>&lt;</w:t>
      </w:r>
      <w:r>
        <w:t xml:space="preserve"> </w:t>
      </w:r>
      <w:r w:rsidR="005C5F9F">
        <w:t>24</w:t>
      </w:r>
    </w:p>
    <w:p w:rsidR="005C5F9F" w:rsidRDefault="005C5F9F" w:rsidP="005C5F9F">
      <w:pPr>
        <w:pStyle w:val="a1"/>
      </w:pPr>
      <w:r>
        <w:t xml:space="preserve">0 ≤ </w:t>
      </w:r>
      <w:r w:rsidR="00E31E0A" w:rsidRPr="00E31E0A">
        <w:rPr>
          <w:rFonts w:ascii="Cambria Math" w:hAnsi="Cambria Math" w:cs="Cambria Math"/>
        </w:rPr>
        <w:t>𝑚</w:t>
      </w:r>
      <w:r w:rsidR="00E31E0A" w:rsidRPr="00E31E0A">
        <w:t xml:space="preserve">, </w:t>
      </w:r>
      <w:r w:rsidR="00E31E0A" w:rsidRPr="00E31E0A">
        <w:rPr>
          <w:rFonts w:ascii="Cambria Math" w:hAnsi="Cambria Math" w:cs="Cambria Math"/>
        </w:rPr>
        <w:t>𝑠</w:t>
      </w:r>
      <w:r w:rsidR="00E31E0A" w:rsidRPr="00E31E0A">
        <w:t>,</w:t>
      </w:r>
      <w:r w:rsidR="00E31E0A" w:rsidRPr="00E31E0A">
        <w:rPr>
          <w:rFonts w:ascii="Cambria Math" w:hAnsi="Cambria Math" w:cs="Cambria Math"/>
        </w:rPr>
        <w:t xml:space="preserve"> 𝑚𝑚</w:t>
      </w:r>
      <w:r w:rsidR="00E31E0A" w:rsidRPr="00E31E0A">
        <w:t xml:space="preserve">, </w:t>
      </w:r>
      <w:r w:rsidR="00E31E0A" w:rsidRPr="00E31E0A">
        <w:rPr>
          <w:rFonts w:ascii="Cambria Math" w:hAnsi="Cambria Math" w:cs="Cambria Math"/>
        </w:rPr>
        <w:t>𝑠𝑠</w:t>
      </w:r>
      <w:r>
        <w:t xml:space="preserve"> &lt; 60</w:t>
      </w:r>
    </w:p>
    <w:p w:rsidR="005C5F9F" w:rsidRDefault="005C5F9F" w:rsidP="005C5F9F">
      <w:pPr>
        <w:pStyle w:val="a1"/>
      </w:pPr>
      <w:r>
        <w:t xml:space="preserve">0 &lt; </w:t>
      </w:r>
      <w:r w:rsidR="00FA2130" w:rsidRPr="00FA2130">
        <w:rPr>
          <w:rFonts w:ascii="Cambria Math" w:hAnsi="Cambria Math" w:cs="Cambria Math"/>
        </w:rPr>
        <w:t>𝑐</w:t>
      </w:r>
      <w:r>
        <w:t xml:space="preserve"> ≤ 50</w:t>
      </w:r>
    </w:p>
    <w:p w:rsidR="004D3B40" w:rsidRDefault="00562229" w:rsidP="006F6F2C">
      <w:pPr>
        <w:pStyle w:val="a0"/>
      </w:pPr>
      <w:r w:rsidRPr="0056222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478FB8" wp14:editId="19613606">
                <wp:simplePos x="0" y="0"/>
                <wp:positionH relativeFrom="column">
                  <wp:posOffset>10308590</wp:posOffset>
                </wp:positionH>
                <wp:positionV relativeFrom="paragraph">
                  <wp:posOffset>6863715</wp:posOffset>
                </wp:positionV>
                <wp:extent cx="0" cy="359324"/>
                <wp:effectExtent l="0" t="0" r="0" b="0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32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3D6134" id="Straight Connector 146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1.7pt,540.45pt" to="811.7pt,5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" strokecolor="black [3213]" strokeweight=".25pt">
                <v:stroke joinstyle="miter"/>
              </v:line>
            </w:pict>
          </mc:Fallback>
        </mc:AlternateContent>
      </w:r>
      <w:r w:rsidRPr="0056222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625627" wp14:editId="748FE511">
                <wp:simplePos x="0" y="0"/>
                <wp:positionH relativeFrom="column">
                  <wp:posOffset>11026140</wp:posOffset>
                </wp:positionH>
                <wp:positionV relativeFrom="paragraph">
                  <wp:posOffset>6858635</wp:posOffset>
                </wp:positionV>
                <wp:extent cx="0" cy="359914"/>
                <wp:effectExtent l="0" t="0" r="0" b="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91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CB8EB" id="Straight Connector 14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8.2pt,540.05pt" to="868.2pt,5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" strokecolor="black [3213]" strokeweight=".25pt">
                <v:stroke joinstyle="miter"/>
              </v:line>
            </w:pict>
          </mc:Fallback>
        </mc:AlternateContent>
      </w:r>
      <w:r w:rsidRPr="0056222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3A148" wp14:editId="565F1468">
                <wp:simplePos x="0" y="0"/>
                <wp:positionH relativeFrom="column">
                  <wp:posOffset>10308590</wp:posOffset>
                </wp:positionH>
                <wp:positionV relativeFrom="paragraph">
                  <wp:posOffset>7163435</wp:posOffset>
                </wp:positionV>
                <wp:extent cx="720618" cy="317"/>
                <wp:effectExtent l="0" t="0" r="0" b="0"/>
                <wp:wrapNone/>
                <wp:docPr id="148" name="Straight Arrow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618" cy="3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stealth" w="sm" len="med"/>
                          <a:tailEnd type="stealth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B38349" id="Straight Arrow Connector 148" o:spid="_x0000_s1026" type="#_x0000_t32" style="position:absolute;margin-left:811.7pt;margin-top:564.05pt;width:56.7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" strokecolor="black [3213]" strokeweight=".5pt">
                <v:stroke startarrow="classic" startarrowwidth="narrow" endarrow="classic" endarrowwidth="narrow" joinstyle="miter"/>
              </v:shape>
            </w:pict>
          </mc:Fallback>
        </mc:AlternateContent>
      </w:r>
      <w:r w:rsidR="002E109C">
        <w:t>Пример</w:t>
      </w:r>
    </w:p>
    <w:p w:rsidR="00E6029E" w:rsidRPr="00B642E2" w:rsidRDefault="00C9088E" w:rsidP="00B642E2">
      <w:pPr>
        <w:pStyle w:val="a4"/>
      </w:pPr>
      <w:r w:rsidRPr="00B642E2">
        <w:t>Вход</w:t>
      </w:r>
    </w:p>
    <w:p w:rsidR="0096322F" w:rsidRPr="0096322F" w:rsidRDefault="0096322F" w:rsidP="0096322F">
      <w:pPr>
        <w:pStyle w:val="a2"/>
        <w:rPr>
          <w:lang w:val="bg-BG"/>
        </w:rPr>
      </w:pPr>
      <w:r w:rsidRPr="0096322F">
        <w:rPr>
          <w:lang w:val="bg-BG"/>
        </w:rPr>
        <w:t>19 45 0 10 25 30</w:t>
      </w:r>
    </w:p>
    <w:p w:rsidR="0096322F" w:rsidRPr="0096322F" w:rsidRDefault="0096322F" w:rsidP="0096322F">
      <w:pPr>
        <w:pStyle w:val="a2"/>
        <w:rPr>
          <w:lang w:val="bg-BG"/>
        </w:rPr>
      </w:pPr>
      <w:r w:rsidRPr="0096322F">
        <w:rPr>
          <w:lang w:val="bg-BG"/>
        </w:rPr>
        <w:t>12 0 0 18 39 59</w:t>
      </w:r>
    </w:p>
    <w:p w:rsidR="00CC669E" w:rsidRDefault="0096322F" w:rsidP="0096322F">
      <w:pPr>
        <w:pStyle w:val="a2"/>
        <w:rPr>
          <w:lang w:val="bg-BG"/>
        </w:rPr>
      </w:pPr>
      <w:r w:rsidRPr="0096322F">
        <w:rPr>
          <w:lang w:val="bg-BG"/>
        </w:rPr>
        <w:t>20 15 45 5 59 59</w:t>
      </w:r>
    </w:p>
    <w:p w:rsidR="00B642E2" w:rsidRPr="00B642E2" w:rsidRDefault="00B642E2" w:rsidP="00B642E2">
      <w:pPr>
        <w:pStyle w:val="a4"/>
      </w:pPr>
      <w:r w:rsidRPr="00B642E2">
        <w:t>Изход</w:t>
      </w:r>
      <w:r w:rsidR="00A62DDB" w:rsidRPr="00A62DD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BA2245" wp14:editId="26C19193">
                <wp:simplePos x="0" y="0"/>
                <wp:positionH relativeFrom="column">
                  <wp:posOffset>5718175</wp:posOffset>
                </wp:positionH>
                <wp:positionV relativeFrom="paragraph">
                  <wp:posOffset>6576695</wp:posOffset>
                </wp:positionV>
                <wp:extent cx="0" cy="359324"/>
                <wp:effectExtent l="0" t="0" r="0" b="0"/>
                <wp:wrapNone/>
                <wp:docPr id="138" name="Straight Connecto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32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6627C" id="Straight Connector 13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.25pt,517.85pt" to="450.25pt,5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" strokecolor="black [3213]" strokeweight=".25pt">
                <v:stroke joinstyle="miter"/>
              </v:line>
            </w:pict>
          </mc:Fallback>
        </mc:AlternateContent>
      </w:r>
      <w:r w:rsidR="00A62DDB" w:rsidRPr="00A62DD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A8C71" wp14:editId="28EAB54D">
                <wp:simplePos x="0" y="0"/>
                <wp:positionH relativeFrom="column">
                  <wp:posOffset>6435725</wp:posOffset>
                </wp:positionH>
                <wp:positionV relativeFrom="paragraph">
                  <wp:posOffset>6571615</wp:posOffset>
                </wp:positionV>
                <wp:extent cx="0" cy="359914"/>
                <wp:effectExtent l="0" t="0" r="0" b="0"/>
                <wp:wrapNone/>
                <wp:docPr id="139" name="Straight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91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4D36C6" id="Straight Connector 13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75pt,517.45pt" to="506.75pt,5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" strokecolor="black [3213]" strokeweight=".25pt">
                <v:stroke joinstyle="miter"/>
              </v:line>
            </w:pict>
          </mc:Fallback>
        </mc:AlternateContent>
      </w:r>
      <w:r w:rsidR="00A62DDB" w:rsidRPr="00A62DD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3A1454" wp14:editId="022AADB1">
                <wp:simplePos x="0" y="0"/>
                <wp:positionH relativeFrom="column">
                  <wp:posOffset>5718175</wp:posOffset>
                </wp:positionH>
                <wp:positionV relativeFrom="paragraph">
                  <wp:posOffset>6876415</wp:posOffset>
                </wp:positionV>
                <wp:extent cx="720618" cy="317"/>
                <wp:effectExtent l="0" t="0" r="0" b="0"/>
                <wp:wrapNone/>
                <wp:docPr id="140" name="Straight Arrow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618" cy="3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stealth" w="sm" len="med"/>
                          <a:tailEnd type="stealth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2419CB" id="Straight Arrow Connector 140" o:spid="_x0000_s1026" type="#_x0000_t32" style="position:absolute;margin-left:450.25pt;margin-top:541.45pt;width:56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" strokecolor="black [3213]" strokeweight=".5pt">
                <v:stroke startarrow="classic" startarrowwidth="narrow" endarrow="classic" endarrowwidth="narrow" joinstyle="miter"/>
              </v:shape>
            </w:pict>
          </mc:Fallback>
        </mc:AlternateContent>
      </w:r>
    </w:p>
    <w:p w:rsidR="00B642E2" w:rsidRPr="00CC669E" w:rsidRDefault="0096322F" w:rsidP="00B642E2">
      <w:pPr>
        <w:pStyle w:val="a2"/>
        <w:rPr>
          <w:lang w:val="bg-BG"/>
        </w:rPr>
      </w:pPr>
      <w:r w:rsidRPr="0096322F">
        <w:rPr>
          <w:lang w:val="bg-BG"/>
        </w:rPr>
        <w:t>1 25 40</w:t>
      </w:r>
    </w:p>
    <w:p w:rsidR="00B642E2" w:rsidRPr="00B642E2" w:rsidRDefault="00B642E2" w:rsidP="00B642E2"/>
    <w:sectPr w:rsidR="00B642E2" w:rsidRPr="00B642E2" w:rsidSect="003D6C74">
      <w:pgSz w:w="11906" w:h="16838"/>
      <w:pgMar w:top="1123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280" w:rsidRDefault="00D90280" w:rsidP="00B358B2">
      <w:r>
        <w:separator/>
      </w:r>
    </w:p>
  </w:endnote>
  <w:endnote w:type="continuationSeparator" w:id="0">
    <w:p w:rsidR="00D90280" w:rsidRDefault="00D90280" w:rsidP="00B3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280" w:rsidRDefault="00D90280" w:rsidP="00B358B2">
      <w:r>
        <w:separator/>
      </w:r>
    </w:p>
  </w:footnote>
  <w:footnote w:type="continuationSeparator" w:id="0">
    <w:p w:rsidR="00D90280" w:rsidRDefault="00D90280" w:rsidP="00B35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34C8"/>
    <w:multiLevelType w:val="hybridMultilevel"/>
    <w:tmpl w:val="DB4464B0"/>
    <w:lvl w:ilvl="0" w:tplc="88A80DB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761758D"/>
    <w:multiLevelType w:val="hybridMultilevel"/>
    <w:tmpl w:val="3E1047B2"/>
    <w:lvl w:ilvl="0" w:tplc="4A3A05A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62"/>
  <w:drawingGridVerticalSpacing w:val="56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CFE"/>
    <w:rsid w:val="00006E7C"/>
    <w:rsid w:val="0002483B"/>
    <w:rsid w:val="00037B62"/>
    <w:rsid w:val="00043992"/>
    <w:rsid w:val="000445BB"/>
    <w:rsid w:val="00046DE4"/>
    <w:rsid w:val="00047B7C"/>
    <w:rsid w:val="00060E71"/>
    <w:rsid w:val="0006564D"/>
    <w:rsid w:val="000749B5"/>
    <w:rsid w:val="000802A5"/>
    <w:rsid w:val="0009013C"/>
    <w:rsid w:val="000A4AC9"/>
    <w:rsid w:val="000A5DAA"/>
    <w:rsid w:val="000B4810"/>
    <w:rsid w:val="000B75C2"/>
    <w:rsid w:val="000B7944"/>
    <w:rsid w:val="000C7C68"/>
    <w:rsid w:val="000F26F9"/>
    <w:rsid w:val="000F3B15"/>
    <w:rsid w:val="00106099"/>
    <w:rsid w:val="00106100"/>
    <w:rsid w:val="0011370F"/>
    <w:rsid w:val="001314E3"/>
    <w:rsid w:val="001355B6"/>
    <w:rsid w:val="00136235"/>
    <w:rsid w:val="00150262"/>
    <w:rsid w:val="00152456"/>
    <w:rsid w:val="00160CD7"/>
    <w:rsid w:val="00184904"/>
    <w:rsid w:val="0019417E"/>
    <w:rsid w:val="001A5FD1"/>
    <w:rsid w:val="001C2F1F"/>
    <w:rsid w:val="001C4E02"/>
    <w:rsid w:val="001C54C5"/>
    <w:rsid w:val="001C66D2"/>
    <w:rsid w:val="00203178"/>
    <w:rsid w:val="002059B8"/>
    <w:rsid w:val="00221FA4"/>
    <w:rsid w:val="002271BE"/>
    <w:rsid w:val="002319BF"/>
    <w:rsid w:val="00241C9B"/>
    <w:rsid w:val="00244458"/>
    <w:rsid w:val="0025213B"/>
    <w:rsid w:val="00253D68"/>
    <w:rsid w:val="00262EF5"/>
    <w:rsid w:val="002767FA"/>
    <w:rsid w:val="002823D9"/>
    <w:rsid w:val="002863AF"/>
    <w:rsid w:val="00286F85"/>
    <w:rsid w:val="00292BFD"/>
    <w:rsid w:val="002B1136"/>
    <w:rsid w:val="002B6939"/>
    <w:rsid w:val="002C48F9"/>
    <w:rsid w:val="002E109C"/>
    <w:rsid w:val="002E5E9A"/>
    <w:rsid w:val="002E7E05"/>
    <w:rsid w:val="002F1734"/>
    <w:rsid w:val="00302877"/>
    <w:rsid w:val="003063E2"/>
    <w:rsid w:val="00312489"/>
    <w:rsid w:val="00315106"/>
    <w:rsid w:val="003213BB"/>
    <w:rsid w:val="003247BD"/>
    <w:rsid w:val="00325FF6"/>
    <w:rsid w:val="003365B2"/>
    <w:rsid w:val="00347FC8"/>
    <w:rsid w:val="00350F47"/>
    <w:rsid w:val="003568C4"/>
    <w:rsid w:val="003617C0"/>
    <w:rsid w:val="00362EF6"/>
    <w:rsid w:val="00371726"/>
    <w:rsid w:val="003739AB"/>
    <w:rsid w:val="00376216"/>
    <w:rsid w:val="00386EA8"/>
    <w:rsid w:val="00387210"/>
    <w:rsid w:val="00390567"/>
    <w:rsid w:val="0039549D"/>
    <w:rsid w:val="00395689"/>
    <w:rsid w:val="003A687A"/>
    <w:rsid w:val="003C6E8C"/>
    <w:rsid w:val="003D1662"/>
    <w:rsid w:val="003D69F5"/>
    <w:rsid w:val="003D6C74"/>
    <w:rsid w:val="003E6CD4"/>
    <w:rsid w:val="003F1570"/>
    <w:rsid w:val="003F48E0"/>
    <w:rsid w:val="003F4A64"/>
    <w:rsid w:val="00401C3A"/>
    <w:rsid w:val="0040607B"/>
    <w:rsid w:val="00427149"/>
    <w:rsid w:val="004277EF"/>
    <w:rsid w:val="00435B05"/>
    <w:rsid w:val="004463B6"/>
    <w:rsid w:val="00450C33"/>
    <w:rsid w:val="00452DA9"/>
    <w:rsid w:val="0045333A"/>
    <w:rsid w:val="004546E7"/>
    <w:rsid w:val="00455BDD"/>
    <w:rsid w:val="004618E8"/>
    <w:rsid w:val="004635D5"/>
    <w:rsid w:val="004745DA"/>
    <w:rsid w:val="004A1119"/>
    <w:rsid w:val="004A14C0"/>
    <w:rsid w:val="004B1F26"/>
    <w:rsid w:val="004B7A7A"/>
    <w:rsid w:val="004C4278"/>
    <w:rsid w:val="004D31FC"/>
    <w:rsid w:val="004D3B40"/>
    <w:rsid w:val="004D3E3A"/>
    <w:rsid w:val="004D59FD"/>
    <w:rsid w:val="004D6126"/>
    <w:rsid w:val="004E0993"/>
    <w:rsid w:val="005201D1"/>
    <w:rsid w:val="00522245"/>
    <w:rsid w:val="00535722"/>
    <w:rsid w:val="00535EFA"/>
    <w:rsid w:val="005451D2"/>
    <w:rsid w:val="00562229"/>
    <w:rsid w:val="00563142"/>
    <w:rsid w:val="00565507"/>
    <w:rsid w:val="00574D1D"/>
    <w:rsid w:val="00577C14"/>
    <w:rsid w:val="005A04B6"/>
    <w:rsid w:val="005B34AB"/>
    <w:rsid w:val="005B4A71"/>
    <w:rsid w:val="005B7616"/>
    <w:rsid w:val="005C5F9F"/>
    <w:rsid w:val="005E4639"/>
    <w:rsid w:val="005F1F8A"/>
    <w:rsid w:val="005F6A19"/>
    <w:rsid w:val="0060159A"/>
    <w:rsid w:val="00610301"/>
    <w:rsid w:val="00622FF5"/>
    <w:rsid w:val="00636E94"/>
    <w:rsid w:val="006460E7"/>
    <w:rsid w:val="006506F7"/>
    <w:rsid w:val="0065435F"/>
    <w:rsid w:val="00661A63"/>
    <w:rsid w:val="00662C34"/>
    <w:rsid w:val="006672F8"/>
    <w:rsid w:val="00667C71"/>
    <w:rsid w:val="006852F3"/>
    <w:rsid w:val="006B2692"/>
    <w:rsid w:val="006C1C2B"/>
    <w:rsid w:val="006C3581"/>
    <w:rsid w:val="006D003B"/>
    <w:rsid w:val="006D4AC6"/>
    <w:rsid w:val="006D4BA8"/>
    <w:rsid w:val="006E369E"/>
    <w:rsid w:val="006E4F88"/>
    <w:rsid w:val="006F27C3"/>
    <w:rsid w:val="006F40C8"/>
    <w:rsid w:val="006F51AD"/>
    <w:rsid w:val="006F5304"/>
    <w:rsid w:val="006F6AC4"/>
    <w:rsid w:val="006F6F2C"/>
    <w:rsid w:val="00704086"/>
    <w:rsid w:val="00705626"/>
    <w:rsid w:val="007208FF"/>
    <w:rsid w:val="007418A3"/>
    <w:rsid w:val="00741FCB"/>
    <w:rsid w:val="00774DC3"/>
    <w:rsid w:val="0078650A"/>
    <w:rsid w:val="00792337"/>
    <w:rsid w:val="00793F17"/>
    <w:rsid w:val="00794C89"/>
    <w:rsid w:val="007A00E8"/>
    <w:rsid w:val="007B5DFB"/>
    <w:rsid w:val="007B7203"/>
    <w:rsid w:val="007C30EF"/>
    <w:rsid w:val="007C48D9"/>
    <w:rsid w:val="007D64B2"/>
    <w:rsid w:val="007E33FB"/>
    <w:rsid w:val="007E48B9"/>
    <w:rsid w:val="007F21C9"/>
    <w:rsid w:val="007F3FB6"/>
    <w:rsid w:val="007F6B21"/>
    <w:rsid w:val="00802B9A"/>
    <w:rsid w:val="00803FB8"/>
    <w:rsid w:val="00804CFE"/>
    <w:rsid w:val="00841EEB"/>
    <w:rsid w:val="008431E7"/>
    <w:rsid w:val="00857A99"/>
    <w:rsid w:val="00864140"/>
    <w:rsid w:val="0086624E"/>
    <w:rsid w:val="008717C3"/>
    <w:rsid w:val="008739B5"/>
    <w:rsid w:val="008770B5"/>
    <w:rsid w:val="008A2446"/>
    <w:rsid w:val="008B769D"/>
    <w:rsid w:val="008B7DE0"/>
    <w:rsid w:val="008D7F79"/>
    <w:rsid w:val="008E20C6"/>
    <w:rsid w:val="008E503D"/>
    <w:rsid w:val="008F60E4"/>
    <w:rsid w:val="00933C95"/>
    <w:rsid w:val="0093449B"/>
    <w:rsid w:val="00954AEE"/>
    <w:rsid w:val="0096322F"/>
    <w:rsid w:val="009705BF"/>
    <w:rsid w:val="00986440"/>
    <w:rsid w:val="00987336"/>
    <w:rsid w:val="00994507"/>
    <w:rsid w:val="00996061"/>
    <w:rsid w:val="009A0AEF"/>
    <w:rsid w:val="009C71C0"/>
    <w:rsid w:val="009D01A5"/>
    <w:rsid w:val="009D48A0"/>
    <w:rsid w:val="009E2033"/>
    <w:rsid w:val="009F0AD0"/>
    <w:rsid w:val="009F101A"/>
    <w:rsid w:val="00A01F50"/>
    <w:rsid w:val="00A30F4A"/>
    <w:rsid w:val="00A337A9"/>
    <w:rsid w:val="00A40F03"/>
    <w:rsid w:val="00A44CDB"/>
    <w:rsid w:val="00A47FE3"/>
    <w:rsid w:val="00A5000E"/>
    <w:rsid w:val="00A51CC3"/>
    <w:rsid w:val="00A60C61"/>
    <w:rsid w:val="00A62DDB"/>
    <w:rsid w:val="00A80FB4"/>
    <w:rsid w:val="00A86C0E"/>
    <w:rsid w:val="00A90888"/>
    <w:rsid w:val="00A932F2"/>
    <w:rsid w:val="00AA2203"/>
    <w:rsid w:val="00AB17DE"/>
    <w:rsid w:val="00AC58E0"/>
    <w:rsid w:val="00AD7494"/>
    <w:rsid w:val="00AD7FB2"/>
    <w:rsid w:val="00AE2516"/>
    <w:rsid w:val="00AE515D"/>
    <w:rsid w:val="00AF74DE"/>
    <w:rsid w:val="00AF75AA"/>
    <w:rsid w:val="00B05B02"/>
    <w:rsid w:val="00B129A5"/>
    <w:rsid w:val="00B301FD"/>
    <w:rsid w:val="00B354B7"/>
    <w:rsid w:val="00B358B2"/>
    <w:rsid w:val="00B35F4A"/>
    <w:rsid w:val="00B374F3"/>
    <w:rsid w:val="00B37F26"/>
    <w:rsid w:val="00B46F31"/>
    <w:rsid w:val="00B54D53"/>
    <w:rsid w:val="00B571E3"/>
    <w:rsid w:val="00B63A06"/>
    <w:rsid w:val="00B642E2"/>
    <w:rsid w:val="00B6610F"/>
    <w:rsid w:val="00B66F48"/>
    <w:rsid w:val="00B67742"/>
    <w:rsid w:val="00B71343"/>
    <w:rsid w:val="00B874A0"/>
    <w:rsid w:val="00BA0977"/>
    <w:rsid w:val="00BA14C8"/>
    <w:rsid w:val="00BA2530"/>
    <w:rsid w:val="00BA689F"/>
    <w:rsid w:val="00BB3831"/>
    <w:rsid w:val="00BC1AD8"/>
    <w:rsid w:val="00BD07A6"/>
    <w:rsid w:val="00BD427E"/>
    <w:rsid w:val="00BD5718"/>
    <w:rsid w:val="00BF04C5"/>
    <w:rsid w:val="00BF44DE"/>
    <w:rsid w:val="00BF57DD"/>
    <w:rsid w:val="00BF5B01"/>
    <w:rsid w:val="00C04AFA"/>
    <w:rsid w:val="00C07878"/>
    <w:rsid w:val="00C10511"/>
    <w:rsid w:val="00C10F39"/>
    <w:rsid w:val="00C212B5"/>
    <w:rsid w:val="00C26E85"/>
    <w:rsid w:val="00C300A6"/>
    <w:rsid w:val="00C35ABB"/>
    <w:rsid w:val="00C407DF"/>
    <w:rsid w:val="00C46A12"/>
    <w:rsid w:val="00C47CF9"/>
    <w:rsid w:val="00C61ED5"/>
    <w:rsid w:val="00C67444"/>
    <w:rsid w:val="00C856C2"/>
    <w:rsid w:val="00C9088E"/>
    <w:rsid w:val="00CA7DF6"/>
    <w:rsid w:val="00CB4C8A"/>
    <w:rsid w:val="00CC2BE9"/>
    <w:rsid w:val="00CC610E"/>
    <w:rsid w:val="00CC669E"/>
    <w:rsid w:val="00CD54FE"/>
    <w:rsid w:val="00CD67CF"/>
    <w:rsid w:val="00CE5D44"/>
    <w:rsid w:val="00D0045F"/>
    <w:rsid w:val="00D01241"/>
    <w:rsid w:val="00D11641"/>
    <w:rsid w:val="00D12A63"/>
    <w:rsid w:val="00D22244"/>
    <w:rsid w:val="00D2280E"/>
    <w:rsid w:val="00D24813"/>
    <w:rsid w:val="00D26BB4"/>
    <w:rsid w:val="00D36495"/>
    <w:rsid w:val="00D502F3"/>
    <w:rsid w:val="00D6746F"/>
    <w:rsid w:val="00D67D49"/>
    <w:rsid w:val="00D86FE5"/>
    <w:rsid w:val="00D90280"/>
    <w:rsid w:val="00D94C25"/>
    <w:rsid w:val="00DA61BE"/>
    <w:rsid w:val="00DC06AD"/>
    <w:rsid w:val="00DD0423"/>
    <w:rsid w:val="00DD160A"/>
    <w:rsid w:val="00DD463D"/>
    <w:rsid w:val="00DE06F1"/>
    <w:rsid w:val="00DE132B"/>
    <w:rsid w:val="00DE6C10"/>
    <w:rsid w:val="00DF0142"/>
    <w:rsid w:val="00E00D49"/>
    <w:rsid w:val="00E04894"/>
    <w:rsid w:val="00E12B6B"/>
    <w:rsid w:val="00E21BA0"/>
    <w:rsid w:val="00E26EE4"/>
    <w:rsid w:val="00E30747"/>
    <w:rsid w:val="00E30D25"/>
    <w:rsid w:val="00E31E0A"/>
    <w:rsid w:val="00E45818"/>
    <w:rsid w:val="00E47874"/>
    <w:rsid w:val="00E60243"/>
    <w:rsid w:val="00E6029E"/>
    <w:rsid w:val="00E772B7"/>
    <w:rsid w:val="00E83AF3"/>
    <w:rsid w:val="00E8637D"/>
    <w:rsid w:val="00E87590"/>
    <w:rsid w:val="00E87CF7"/>
    <w:rsid w:val="00EA20E4"/>
    <w:rsid w:val="00EA2C03"/>
    <w:rsid w:val="00EB7722"/>
    <w:rsid w:val="00ED1449"/>
    <w:rsid w:val="00F015A1"/>
    <w:rsid w:val="00F024E1"/>
    <w:rsid w:val="00F113B3"/>
    <w:rsid w:val="00F149DA"/>
    <w:rsid w:val="00F20E36"/>
    <w:rsid w:val="00F45756"/>
    <w:rsid w:val="00F473CE"/>
    <w:rsid w:val="00F5606B"/>
    <w:rsid w:val="00F62470"/>
    <w:rsid w:val="00F74ED3"/>
    <w:rsid w:val="00F91AB5"/>
    <w:rsid w:val="00F931E7"/>
    <w:rsid w:val="00F976F3"/>
    <w:rsid w:val="00FA1919"/>
    <w:rsid w:val="00FA1E7B"/>
    <w:rsid w:val="00FA2130"/>
    <w:rsid w:val="00FA2CAA"/>
    <w:rsid w:val="00FA490C"/>
    <w:rsid w:val="00FA6287"/>
    <w:rsid w:val="00FC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34854"/>
  <w15:chartTrackingRefBased/>
  <w15:docId w15:val="{A8CBD957-15F7-4854-A7A9-76F3AE1B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347FC8"/>
    <w:pPr>
      <w:tabs>
        <w:tab w:val="right" w:pos="10116"/>
      </w:tabs>
      <w:spacing w:before="36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6F6F2C"/>
    <w:pPr>
      <w:pBdr>
        <w:bottom w:val="single" w:sz="24" w:space="1" w:color="87AB27"/>
      </w:pBdr>
      <w:spacing w:before="240" w:after="120"/>
      <w:ind w:right="8199"/>
      <w:contextualSpacing/>
    </w:pPr>
    <w:rPr>
      <w:i/>
      <w:sz w:val="28"/>
    </w:rPr>
  </w:style>
  <w:style w:type="paragraph" w:customStyle="1" w:styleId="a1">
    <w:name w:val="Текст"/>
    <w:basedOn w:val="Normal"/>
    <w:autoRedefine/>
    <w:rsid w:val="00A51CC3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B642E2"/>
    <w:rPr>
      <w:rFonts w:ascii="Courier New" w:hAnsi="Courier New" w:cs="Courier New"/>
      <w:szCs w:val="18"/>
      <w:lang w:val="en-US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20E36"/>
    <w:pPr>
      <w:tabs>
        <w:tab w:val="center" w:pos="4536"/>
        <w:tab w:val="right" w:pos="9072"/>
      </w:tabs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3617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617C0"/>
    <w:rPr>
      <w:rFonts w:ascii="Segoe UI" w:hAnsi="Segoe UI" w:cs="Segoe UI"/>
      <w:sz w:val="18"/>
      <w:szCs w:val="18"/>
      <w:lang w:val="bg-BG" w:eastAsia="bg-BG"/>
    </w:rPr>
  </w:style>
  <w:style w:type="character" w:styleId="PlaceholderText">
    <w:name w:val="Placeholder Text"/>
    <w:basedOn w:val="DefaultParagraphFont"/>
    <w:uiPriority w:val="99"/>
    <w:semiHidden/>
    <w:rsid w:val="002C48F9"/>
    <w:rPr>
      <w:color w:val="808080"/>
    </w:rPr>
  </w:style>
  <w:style w:type="paragraph" w:styleId="NoSpacing">
    <w:name w:val="No Spacing"/>
    <w:uiPriority w:val="1"/>
    <w:qFormat/>
    <w:rsid w:val="00136235"/>
    <w:rPr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rsid w:val="00B358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358B2"/>
    <w:rPr>
      <w:lang w:val="bg-BG" w:eastAsia="bg-BG"/>
    </w:rPr>
  </w:style>
  <w:style w:type="character" w:styleId="FootnoteReference">
    <w:name w:val="footnote reference"/>
    <w:basedOn w:val="DefaultParagraphFont"/>
    <w:rsid w:val="00B358B2"/>
    <w:rPr>
      <w:vertAlign w:val="superscript"/>
    </w:rPr>
  </w:style>
  <w:style w:type="paragraph" w:customStyle="1" w:styleId="a3">
    <w:name w:val="Автор"/>
    <w:basedOn w:val="Normal"/>
    <w:autoRedefine/>
    <w:qFormat/>
    <w:rsid w:val="00241C9B"/>
    <w:pPr>
      <w:jc w:val="right"/>
    </w:pPr>
    <w:rPr>
      <w:b/>
      <w:vanish/>
    </w:rPr>
  </w:style>
  <w:style w:type="paragraph" w:customStyle="1" w:styleId="a4">
    <w:name w:val="ВходИзход_вар"/>
    <w:basedOn w:val="Normal"/>
    <w:qFormat/>
    <w:rsid w:val="001C2F1F"/>
    <w:pPr>
      <w:spacing w:before="120" w:after="60"/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I\C\&#1042;%20&#1088;&#1072;&#1079;&#1088;&#1072;&#1073;&#1086;&#1090;&#1082;&#1072;\Winter2014\ba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7BDE7-4A03-4E8A-B0AF-BAD69452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</Template>
  <TotalTime>695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Евгений</dc:creator>
  <cp:keywords/>
  <dc:description/>
  <cp:lastModifiedBy>Евгений</cp:lastModifiedBy>
  <cp:revision>21</cp:revision>
  <cp:lastPrinted>2024-11-17T06:21:00Z</cp:lastPrinted>
  <dcterms:created xsi:type="dcterms:W3CDTF">2024-11-10T08:46:00Z</dcterms:created>
  <dcterms:modified xsi:type="dcterms:W3CDTF">2025-11-12T22:15:00Z</dcterms:modified>
</cp:coreProperties>
</file>